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CA80BC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61BC3" w:rsidRPr="00D55D2B">
        <w:rPr>
          <w:rFonts w:ascii="Verdana" w:eastAsia="Calibri" w:hAnsi="Verdana"/>
          <w:b/>
        </w:rPr>
        <w:t>Oprava a revize EZS, EPS, ASHS u SSZT v obvodu OŘ Brno 2025-2029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3A6AD" w14:textId="77777777" w:rsidR="00703662" w:rsidRDefault="00703662" w:rsidP="00962258">
      <w:pPr>
        <w:spacing w:after="0" w:line="240" w:lineRule="auto"/>
      </w:pPr>
      <w:r>
        <w:separator/>
      </w:r>
    </w:p>
  </w:endnote>
  <w:endnote w:type="continuationSeparator" w:id="0">
    <w:p w14:paraId="1298E373" w14:textId="77777777" w:rsidR="00703662" w:rsidRDefault="007036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B7237" w14:textId="77777777" w:rsidR="00703662" w:rsidRDefault="00703662" w:rsidP="00962258">
      <w:pPr>
        <w:spacing w:after="0" w:line="240" w:lineRule="auto"/>
      </w:pPr>
      <w:r>
        <w:separator/>
      </w:r>
    </w:p>
  </w:footnote>
  <w:footnote w:type="continuationSeparator" w:id="0">
    <w:p w14:paraId="2848B411" w14:textId="77777777" w:rsidR="00703662" w:rsidRDefault="007036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89E4A" w14:textId="604F80DA" w:rsidR="004E1447" w:rsidRDefault="004E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A920ED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7BF8D07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751E3"/>
    <w:rsid w:val="00184743"/>
    <w:rsid w:val="001A3814"/>
    <w:rsid w:val="00207DF5"/>
    <w:rsid w:val="0025575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1447"/>
    <w:rsid w:val="004E1D26"/>
    <w:rsid w:val="004E3A53"/>
    <w:rsid w:val="004F20BC"/>
    <w:rsid w:val="004F4B9B"/>
    <w:rsid w:val="004F69EA"/>
    <w:rsid w:val="00511AB9"/>
    <w:rsid w:val="00523EA7"/>
    <w:rsid w:val="00553375"/>
    <w:rsid w:val="00557C28"/>
    <w:rsid w:val="00567782"/>
    <w:rsid w:val="005736B7"/>
    <w:rsid w:val="00575E5A"/>
    <w:rsid w:val="005C7054"/>
    <w:rsid w:val="005F1404"/>
    <w:rsid w:val="005F15EC"/>
    <w:rsid w:val="0061068E"/>
    <w:rsid w:val="006114DB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03662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7C39"/>
    <w:rsid w:val="007B570C"/>
    <w:rsid w:val="007C5180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7C68"/>
    <w:rsid w:val="00C715B9"/>
    <w:rsid w:val="00CD1FC4"/>
    <w:rsid w:val="00CF32AA"/>
    <w:rsid w:val="00D21061"/>
    <w:rsid w:val="00D4108E"/>
    <w:rsid w:val="00D45C59"/>
    <w:rsid w:val="00D555F6"/>
    <w:rsid w:val="00D61054"/>
    <w:rsid w:val="00D6163D"/>
    <w:rsid w:val="00D61BC3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751E3"/>
    <w:rsid w:val="0049171C"/>
    <w:rsid w:val="00567782"/>
    <w:rsid w:val="00710200"/>
    <w:rsid w:val="007C5180"/>
    <w:rsid w:val="00825DFD"/>
    <w:rsid w:val="0087094D"/>
    <w:rsid w:val="00B72819"/>
    <w:rsid w:val="00BE31C7"/>
    <w:rsid w:val="00C601C7"/>
    <w:rsid w:val="00D74DBB"/>
    <w:rsid w:val="00D805AA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476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13</cp:revision>
  <cp:lastPrinted>2017-11-28T17:18:00Z</cp:lastPrinted>
  <dcterms:created xsi:type="dcterms:W3CDTF">2023-11-16T10:29:00Z</dcterms:created>
  <dcterms:modified xsi:type="dcterms:W3CDTF">2025-06-03T11:07:00Z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